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FE419" w14:textId="011C3420" w:rsidR="00F463FF" w:rsidRDefault="00F463FF" w:rsidP="001D0D02">
      <w:pPr>
        <w:keepNext/>
        <w:keepLines/>
        <w:spacing w:before="240" w:line="276" w:lineRule="auto"/>
        <w:jc w:val="center"/>
        <w:outlineLvl w:val="0"/>
        <w:rPr>
          <w:rFonts w:ascii="Arial" w:hAnsi="Arial" w:cs="Arial"/>
          <w:b/>
          <w:bCs/>
          <w:caps/>
          <w:sz w:val="28"/>
          <w:szCs w:val="28"/>
          <w:lang w:eastAsia="zh-CN"/>
        </w:rPr>
      </w:pPr>
      <w:bookmarkStart w:id="0" w:name="_Toc209449102"/>
      <w:r w:rsidRPr="001D0D02">
        <w:rPr>
          <w:rFonts w:ascii="Arial" w:hAnsi="Arial" w:cs="Arial"/>
          <w:b/>
          <w:bCs/>
          <w:caps/>
          <w:sz w:val="28"/>
          <w:szCs w:val="28"/>
          <w:lang w:eastAsia="zh-CN"/>
        </w:rPr>
        <w:t xml:space="preserve">Annexe </w:t>
      </w:r>
      <w:r w:rsidR="001D0D02">
        <w:rPr>
          <w:rFonts w:ascii="Arial" w:hAnsi="Arial" w:cs="Arial"/>
          <w:b/>
          <w:bCs/>
          <w:caps/>
          <w:sz w:val="28"/>
          <w:szCs w:val="28"/>
          <w:lang w:eastAsia="zh-CN"/>
        </w:rPr>
        <w:t xml:space="preserve">01 </w:t>
      </w:r>
      <w:r w:rsidRPr="001D0D02">
        <w:rPr>
          <w:rFonts w:ascii="Arial" w:hAnsi="Arial" w:cs="Arial"/>
          <w:b/>
          <w:bCs/>
          <w:caps/>
          <w:sz w:val="28"/>
          <w:szCs w:val="28"/>
          <w:lang w:eastAsia="zh-CN"/>
        </w:rPr>
        <w:t>à l’Acte d’Engagement</w:t>
      </w:r>
      <w:bookmarkEnd w:id="0"/>
    </w:p>
    <w:p w14:paraId="320855FD" w14:textId="77777777" w:rsidR="001D0D02" w:rsidRPr="001D0D02" w:rsidRDefault="001D0D02" w:rsidP="001D0D02">
      <w:pPr>
        <w:keepNext/>
        <w:keepLines/>
        <w:spacing w:before="240" w:line="276" w:lineRule="auto"/>
        <w:jc w:val="center"/>
        <w:outlineLvl w:val="0"/>
        <w:rPr>
          <w:rFonts w:ascii="Arial" w:hAnsi="Arial" w:cs="Arial"/>
          <w:b/>
          <w:bCs/>
          <w:caps/>
          <w:sz w:val="28"/>
          <w:szCs w:val="28"/>
          <w:lang w:eastAsia="zh-CN"/>
        </w:rPr>
      </w:pPr>
    </w:p>
    <w:p w14:paraId="52898632" w14:textId="77777777" w:rsidR="00DF17E0" w:rsidRPr="00DF17E0" w:rsidRDefault="00DF17E0" w:rsidP="00DF17E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0EE076E" w14:textId="2F995231" w:rsidR="00DF17E0" w:rsidRPr="00DF17E0" w:rsidRDefault="00DF17E0" w:rsidP="00DF17E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3A329D">
        <w:rPr>
          <w:rFonts w:ascii="Arial" w:hAnsi="Arial" w:cs="Arial"/>
          <w:b/>
          <w:bCs/>
          <w:sz w:val="20"/>
          <w:szCs w:val="20"/>
        </w:rPr>
        <w:t xml:space="preserve">Annexe n° </w:t>
      </w:r>
      <w:r w:rsidR="00A275D0" w:rsidRPr="003A329D">
        <w:rPr>
          <w:rFonts w:ascii="Arial" w:hAnsi="Arial" w:cs="Arial"/>
          <w:b/>
          <w:bCs/>
          <w:sz w:val="20"/>
          <w:szCs w:val="20"/>
        </w:rPr>
        <w:t>01</w:t>
      </w:r>
      <w:r w:rsidRPr="00DF17E0">
        <w:rPr>
          <w:rFonts w:ascii="Arial" w:hAnsi="Arial" w:cs="Arial"/>
          <w:b/>
          <w:bCs/>
          <w:sz w:val="20"/>
          <w:szCs w:val="20"/>
        </w:rPr>
        <w:t xml:space="preserve"> – Clause d’insertion sociale </w:t>
      </w:r>
      <w:r w:rsidR="00B31A0C">
        <w:rPr>
          <w:rFonts w:ascii="Arial" w:hAnsi="Arial" w:cs="Arial"/>
          <w:b/>
          <w:bCs/>
          <w:sz w:val="20"/>
          <w:szCs w:val="20"/>
        </w:rPr>
        <w:t>appliquée</w:t>
      </w:r>
      <w:r w:rsidR="007945CB">
        <w:rPr>
          <w:rFonts w:ascii="Arial" w:hAnsi="Arial" w:cs="Arial"/>
          <w:b/>
          <w:bCs/>
          <w:sz w:val="20"/>
          <w:szCs w:val="20"/>
        </w:rPr>
        <w:t xml:space="preserve"> </w:t>
      </w:r>
      <w:r w:rsidR="007945CB" w:rsidRPr="003A329D">
        <w:rPr>
          <w:rFonts w:ascii="Arial" w:hAnsi="Arial" w:cs="Arial"/>
          <w:b/>
          <w:bCs/>
          <w:sz w:val="20"/>
          <w:szCs w:val="20"/>
        </w:rPr>
        <w:t>au Lot 1</w:t>
      </w:r>
      <w:r w:rsidR="003A329D" w:rsidRPr="003A329D">
        <w:rPr>
          <w:rFonts w:ascii="Arial" w:hAnsi="Arial" w:cs="Arial"/>
          <w:b/>
          <w:bCs/>
          <w:sz w:val="20"/>
          <w:szCs w:val="20"/>
        </w:rPr>
        <w:t xml:space="preserve"> Menuiseries Extérieures – Stores </w:t>
      </w:r>
    </w:p>
    <w:p w14:paraId="469FC394" w14:textId="77777777" w:rsidR="00DF17E0" w:rsidRPr="00DF17E0" w:rsidRDefault="00DF17E0" w:rsidP="00DF17E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A1EDC94" w14:textId="77777777" w:rsidR="00DF17E0" w:rsidRPr="00DF17E0" w:rsidRDefault="00DF17E0" w:rsidP="00DF17E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D0120F1" w14:textId="77777777" w:rsidR="00DF17E0" w:rsidRPr="00DF17E0" w:rsidRDefault="00DF17E0" w:rsidP="00DF17E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F17E0">
        <w:rPr>
          <w:rFonts w:ascii="Arial" w:hAnsi="Arial" w:cs="Arial"/>
          <w:sz w:val="20"/>
          <w:szCs w:val="20"/>
        </w:rPr>
        <w:t>Je soussigné(e),</w:t>
      </w:r>
    </w:p>
    <w:p w14:paraId="7F5964BC" w14:textId="77777777" w:rsidR="00DF17E0" w:rsidRPr="00DF17E0" w:rsidRDefault="00DF17E0" w:rsidP="00DF17E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BB9948D" w14:textId="77777777" w:rsidR="001D0D02" w:rsidRDefault="00DF17E0" w:rsidP="00DF17E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F17E0">
        <w:rPr>
          <w:rFonts w:ascii="Arial" w:hAnsi="Arial" w:cs="Arial"/>
          <w:sz w:val="20"/>
          <w:szCs w:val="20"/>
        </w:rPr>
        <w:t>Nom du signataire :</w:t>
      </w:r>
    </w:p>
    <w:p w14:paraId="237A806D" w14:textId="1D75653D" w:rsidR="00DF17E0" w:rsidRPr="00DF17E0" w:rsidRDefault="00DF17E0" w:rsidP="00DF17E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F17E0">
        <w:rPr>
          <w:rFonts w:ascii="Arial" w:hAnsi="Arial" w:cs="Arial"/>
          <w:sz w:val="20"/>
          <w:szCs w:val="20"/>
        </w:rPr>
        <w:tab/>
      </w:r>
      <w:r w:rsidRPr="00DF17E0">
        <w:rPr>
          <w:rFonts w:ascii="Arial" w:hAnsi="Arial" w:cs="Arial"/>
          <w:sz w:val="20"/>
          <w:szCs w:val="20"/>
        </w:rPr>
        <w:tab/>
      </w:r>
    </w:p>
    <w:p w14:paraId="52B9F078" w14:textId="77777777" w:rsidR="001D0D02" w:rsidRDefault="00DF17E0" w:rsidP="00DF17E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F17E0">
        <w:rPr>
          <w:rFonts w:ascii="Arial" w:hAnsi="Arial" w:cs="Arial"/>
          <w:sz w:val="20"/>
          <w:szCs w:val="20"/>
        </w:rPr>
        <w:t>Prénom :</w:t>
      </w:r>
    </w:p>
    <w:p w14:paraId="2D9DA074" w14:textId="5984B253" w:rsidR="00DF17E0" w:rsidRPr="00DF17E0" w:rsidRDefault="00DF17E0" w:rsidP="00DF17E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F17E0">
        <w:rPr>
          <w:rFonts w:ascii="Arial" w:hAnsi="Arial" w:cs="Arial"/>
          <w:sz w:val="20"/>
          <w:szCs w:val="20"/>
        </w:rPr>
        <w:tab/>
      </w:r>
      <w:r w:rsidRPr="00DF17E0">
        <w:rPr>
          <w:rFonts w:ascii="Arial" w:hAnsi="Arial" w:cs="Arial"/>
          <w:sz w:val="20"/>
          <w:szCs w:val="20"/>
        </w:rPr>
        <w:tab/>
      </w:r>
    </w:p>
    <w:p w14:paraId="548C3471" w14:textId="77777777" w:rsidR="001D0D02" w:rsidRDefault="00DF17E0" w:rsidP="00DF17E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F17E0">
        <w:rPr>
          <w:rFonts w:ascii="Arial" w:hAnsi="Arial" w:cs="Arial"/>
          <w:sz w:val="20"/>
          <w:szCs w:val="20"/>
        </w:rPr>
        <w:t>Qualité :</w:t>
      </w:r>
      <w:r w:rsidRPr="00DF17E0">
        <w:rPr>
          <w:rFonts w:ascii="Arial" w:hAnsi="Arial" w:cs="Arial"/>
          <w:sz w:val="20"/>
          <w:szCs w:val="20"/>
        </w:rPr>
        <w:tab/>
      </w:r>
    </w:p>
    <w:p w14:paraId="128828BA" w14:textId="77777777" w:rsidR="001D0D02" w:rsidRDefault="001D0D02" w:rsidP="00DF17E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321473A" w14:textId="21C4B609" w:rsidR="00DF17E0" w:rsidRPr="00DF17E0" w:rsidRDefault="00DF17E0" w:rsidP="00DF17E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F17E0">
        <w:rPr>
          <w:rFonts w:ascii="Arial" w:hAnsi="Arial" w:cs="Arial"/>
          <w:sz w:val="20"/>
          <w:szCs w:val="20"/>
        </w:rPr>
        <w:tab/>
      </w:r>
    </w:p>
    <w:p w14:paraId="7EB641AD" w14:textId="77777777" w:rsidR="00DF17E0" w:rsidRPr="00DF17E0" w:rsidRDefault="00DF17E0" w:rsidP="00DF17E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102803C" w14:textId="77777777" w:rsidR="00DF17E0" w:rsidRPr="00DF17E0" w:rsidRDefault="00DF17E0" w:rsidP="00DF17E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3695A68" w14:textId="5091F19B" w:rsidR="00DF17E0" w:rsidRDefault="00DF17E0" w:rsidP="001D0D02">
      <w:pPr>
        <w:widowControl w:val="0"/>
        <w:autoSpaceDE w:val="0"/>
        <w:autoSpaceDN w:val="0"/>
        <w:adjustRightInd w:val="0"/>
        <w:ind w:left="708" w:hanging="708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F17E0">
        <w:rPr>
          <w:rFonts w:ascii="Arial" w:hAnsi="Arial" w:cs="Arial"/>
          <w:sz w:val="20"/>
          <w:szCs w:val="20"/>
        </w:rPr>
        <w:t></w:t>
      </w:r>
      <w:r w:rsidRPr="00DF17E0">
        <w:rPr>
          <w:rFonts w:ascii="Arial" w:hAnsi="Arial" w:cs="Arial"/>
          <w:sz w:val="20"/>
          <w:szCs w:val="20"/>
        </w:rPr>
        <w:tab/>
        <w:t xml:space="preserve"> DECLARE avoir pris connaissance du cahier des clauses administratives particulières et notamment des dispositions relatives à clause d’insertion en faveur de personnes sans emploi rencontrant des difficultés sociales ou professionnelles particulières</w:t>
      </w:r>
      <w:r w:rsidR="00B31A0C">
        <w:rPr>
          <w:rFonts w:ascii="Arial" w:hAnsi="Arial" w:cs="Arial"/>
          <w:sz w:val="20"/>
          <w:szCs w:val="20"/>
        </w:rPr>
        <w:t xml:space="preserve"> appliquée au </w:t>
      </w:r>
      <w:r w:rsidR="00B31A0C" w:rsidRPr="003A329D">
        <w:rPr>
          <w:rFonts w:ascii="Arial" w:hAnsi="Arial" w:cs="Arial"/>
          <w:sz w:val="20"/>
          <w:szCs w:val="20"/>
        </w:rPr>
        <w:t xml:space="preserve">Lot </w:t>
      </w:r>
      <w:r w:rsidR="003A329D" w:rsidRPr="003A329D">
        <w:rPr>
          <w:rFonts w:ascii="Arial" w:hAnsi="Arial" w:cs="Arial"/>
          <w:sz w:val="20"/>
          <w:szCs w:val="20"/>
        </w:rPr>
        <w:t>0</w:t>
      </w:r>
      <w:r w:rsidR="00B31A0C" w:rsidRPr="003A329D">
        <w:rPr>
          <w:rFonts w:ascii="Arial" w:hAnsi="Arial" w:cs="Arial"/>
          <w:sz w:val="20"/>
          <w:szCs w:val="20"/>
        </w:rPr>
        <w:t xml:space="preserve">1 - </w:t>
      </w:r>
      <w:r w:rsidR="00B31A0C" w:rsidRPr="003A329D">
        <w:rPr>
          <w:rFonts w:ascii="Arial" w:eastAsia="Calibri" w:hAnsi="Arial" w:cs="Arial"/>
          <w:sz w:val="20"/>
          <w:szCs w:val="20"/>
          <w:lang w:eastAsia="en-US"/>
        </w:rPr>
        <w:t>Menuiseries extérieures</w:t>
      </w:r>
      <w:r w:rsidR="003A329D" w:rsidRPr="003A329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1D0D02">
        <w:rPr>
          <w:rFonts w:ascii="Arial" w:eastAsia="Calibri" w:hAnsi="Arial" w:cs="Arial"/>
          <w:sz w:val="20"/>
          <w:szCs w:val="20"/>
          <w:lang w:eastAsia="en-US"/>
        </w:rPr>
        <w:t>–</w:t>
      </w:r>
      <w:r w:rsidR="003A329D" w:rsidRPr="003A329D">
        <w:rPr>
          <w:rFonts w:ascii="Arial" w:eastAsia="Calibri" w:hAnsi="Arial" w:cs="Arial"/>
          <w:sz w:val="20"/>
          <w:szCs w:val="20"/>
          <w:lang w:eastAsia="en-US"/>
        </w:rPr>
        <w:t xml:space="preserve"> Stores</w:t>
      </w:r>
    </w:p>
    <w:p w14:paraId="5FD836EC" w14:textId="77777777" w:rsidR="001D0D02" w:rsidRDefault="001D0D02" w:rsidP="001D0D02">
      <w:pPr>
        <w:widowControl w:val="0"/>
        <w:autoSpaceDE w:val="0"/>
        <w:autoSpaceDN w:val="0"/>
        <w:adjustRightInd w:val="0"/>
        <w:ind w:left="708" w:hanging="708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76760695" w14:textId="77777777" w:rsidR="00B31A0C" w:rsidRPr="00DF17E0" w:rsidRDefault="00B31A0C" w:rsidP="00DF17E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BBE0B4A" w14:textId="09EE9683" w:rsidR="00DF17E0" w:rsidRDefault="00DF17E0" w:rsidP="001D0D02">
      <w:pPr>
        <w:widowControl w:val="0"/>
        <w:autoSpaceDE w:val="0"/>
        <w:autoSpaceDN w:val="0"/>
        <w:adjustRightInd w:val="0"/>
        <w:ind w:left="708" w:hanging="708"/>
        <w:jc w:val="both"/>
        <w:rPr>
          <w:rFonts w:ascii="Arial" w:hAnsi="Arial" w:cs="Arial"/>
          <w:sz w:val="20"/>
          <w:szCs w:val="20"/>
        </w:rPr>
      </w:pPr>
      <w:r w:rsidRPr="00DF17E0">
        <w:rPr>
          <w:rFonts w:ascii="Arial" w:hAnsi="Arial" w:cs="Arial"/>
          <w:sz w:val="20"/>
          <w:szCs w:val="20"/>
        </w:rPr>
        <w:t></w:t>
      </w:r>
      <w:r w:rsidRPr="00DF17E0">
        <w:rPr>
          <w:rFonts w:ascii="Arial" w:hAnsi="Arial" w:cs="Arial"/>
          <w:sz w:val="20"/>
          <w:szCs w:val="20"/>
        </w:rPr>
        <w:tab/>
        <w:t xml:space="preserve"> M’ENGAGE, si je suis déclaré attributaire d’un ou plusieurs lots, à réaliser l'engagement d'insertion prévu à l'article </w:t>
      </w:r>
      <w:r w:rsidR="003A329D" w:rsidRPr="003A329D">
        <w:rPr>
          <w:rFonts w:ascii="Arial" w:hAnsi="Arial" w:cs="Arial"/>
          <w:sz w:val="20"/>
          <w:szCs w:val="20"/>
        </w:rPr>
        <w:t>8</w:t>
      </w:r>
      <w:r w:rsidRPr="00DF17E0">
        <w:rPr>
          <w:rFonts w:ascii="Arial" w:hAnsi="Arial" w:cs="Arial"/>
          <w:sz w:val="20"/>
          <w:szCs w:val="20"/>
        </w:rPr>
        <w:t xml:space="preserve"> du CCAP</w:t>
      </w:r>
    </w:p>
    <w:p w14:paraId="2110D2D8" w14:textId="77777777" w:rsidR="001D0D02" w:rsidRPr="00DF17E0" w:rsidRDefault="001D0D02" w:rsidP="001D0D02">
      <w:pPr>
        <w:widowControl w:val="0"/>
        <w:autoSpaceDE w:val="0"/>
        <w:autoSpaceDN w:val="0"/>
        <w:adjustRightInd w:val="0"/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44C408F9" w14:textId="77777777" w:rsidR="00DF17E0" w:rsidRPr="00DF17E0" w:rsidRDefault="00DF17E0" w:rsidP="00DF17E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F99124C" w14:textId="77777777" w:rsidR="00DF17E0" w:rsidRPr="00DF17E0" w:rsidRDefault="00DF17E0" w:rsidP="001D0D02">
      <w:pPr>
        <w:widowControl w:val="0"/>
        <w:autoSpaceDE w:val="0"/>
        <w:autoSpaceDN w:val="0"/>
        <w:adjustRightInd w:val="0"/>
        <w:ind w:left="708" w:hanging="708"/>
        <w:jc w:val="both"/>
        <w:rPr>
          <w:rFonts w:ascii="Arial" w:hAnsi="Arial" w:cs="Arial"/>
          <w:sz w:val="20"/>
          <w:szCs w:val="20"/>
        </w:rPr>
      </w:pPr>
      <w:r w:rsidRPr="00DF17E0">
        <w:rPr>
          <w:rFonts w:ascii="Arial" w:hAnsi="Arial" w:cs="Arial"/>
          <w:sz w:val="20"/>
          <w:szCs w:val="20"/>
        </w:rPr>
        <w:t></w:t>
      </w:r>
      <w:r w:rsidRPr="00DF17E0">
        <w:rPr>
          <w:rFonts w:ascii="Arial" w:hAnsi="Arial" w:cs="Arial"/>
          <w:sz w:val="20"/>
          <w:szCs w:val="20"/>
        </w:rPr>
        <w:tab/>
        <w:t xml:space="preserve"> M’ENGAGE à fournir, à la demande du maître d'ouvrage et dans le délai qui me sera imparti, toutes informations utiles à l’appréciation de la réalisation de l’action d’insertion.</w:t>
      </w:r>
    </w:p>
    <w:p w14:paraId="1E5FBF49" w14:textId="77777777" w:rsidR="00DF17E0" w:rsidRPr="00DF17E0" w:rsidRDefault="00DF17E0" w:rsidP="00DF17E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A3A068B" w14:textId="77777777" w:rsidR="00DF17E0" w:rsidRPr="00DF17E0" w:rsidRDefault="00DF17E0" w:rsidP="00DF17E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F19F715" w14:textId="77777777" w:rsidR="00DF17E0" w:rsidRPr="00DF17E0" w:rsidRDefault="00DF17E0" w:rsidP="00DF17E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F17E0">
        <w:rPr>
          <w:rFonts w:ascii="Arial" w:hAnsi="Arial" w:cs="Arial"/>
          <w:sz w:val="20"/>
          <w:szCs w:val="20"/>
        </w:rPr>
        <w:t>A</w:t>
      </w:r>
    </w:p>
    <w:p w14:paraId="2228D2BF" w14:textId="77777777" w:rsidR="00DF17E0" w:rsidRPr="00DF17E0" w:rsidRDefault="00DF17E0" w:rsidP="00DF17E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329B571" w14:textId="77777777" w:rsidR="00DF17E0" w:rsidRPr="00DF17E0" w:rsidRDefault="00DF17E0" w:rsidP="00DF17E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F17E0">
        <w:rPr>
          <w:rFonts w:ascii="Arial" w:hAnsi="Arial" w:cs="Arial"/>
          <w:sz w:val="20"/>
          <w:szCs w:val="20"/>
        </w:rPr>
        <w:t xml:space="preserve">Le </w:t>
      </w:r>
    </w:p>
    <w:p w14:paraId="4222718A" w14:textId="77777777" w:rsidR="00DF17E0" w:rsidRPr="00DF17E0" w:rsidRDefault="00DF17E0" w:rsidP="00DF17E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877B66D" w14:textId="1DAC6210" w:rsidR="00DF17E0" w:rsidRPr="00DF17E0" w:rsidRDefault="00DF17E0" w:rsidP="00DF17E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F17E0">
        <w:rPr>
          <w:rFonts w:ascii="Arial" w:hAnsi="Arial" w:cs="Arial"/>
          <w:sz w:val="20"/>
          <w:szCs w:val="20"/>
        </w:rPr>
        <w:t>Pour le titulaire (signature et cachet)</w:t>
      </w:r>
    </w:p>
    <w:p w14:paraId="1DE34801" w14:textId="77777777" w:rsidR="00DF17E0" w:rsidRPr="00DF17E0" w:rsidRDefault="00DF17E0" w:rsidP="00DF17E0"/>
    <w:sectPr w:rsidR="00DF17E0" w:rsidRPr="00DF17E0" w:rsidSect="00602DD4">
      <w:footerReference w:type="default" r:id="rId10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61EF89" w14:textId="77777777" w:rsidR="008A071C" w:rsidRDefault="008A071C" w:rsidP="00273C62">
      <w:r>
        <w:separator/>
      </w:r>
    </w:p>
  </w:endnote>
  <w:endnote w:type="continuationSeparator" w:id="0">
    <w:p w14:paraId="3A8BE4A0" w14:textId="77777777" w:rsidR="008A071C" w:rsidRDefault="008A071C" w:rsidP="00273C62">
      <w:r>
        <w:continuationSeparator/>
      </w:r>
    </w:p>
  </w:endnote>
  <w:endnote w:type="continuationNotice" w:id="1">
    <w:p w14:paraId="4B9E0E6D" w14:textId="77777777" w:rsidR="008A071C" w:rsidRDefault="008A07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58240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6C427D4F" w14:textId="77777777" w:rsidR="003A329D" w:rsidRPr="00521D64" w:rsidRDefault="003A329D">
        <w:pPr>
          <w:pStyle w:val="Pieddepage"/>
          <w:jc w:val="right"/>
          <w:rPr>
            <w:rFonts w:ascii="Arial" w:hAnsi="Arial" w:cs="Arial"/>
            <w:sz w:val="20"/>
            <w:szCs w:val="20"/>
          </w:rPr>
        </w:pPr>
      </w:p>
      <w:tbl>
        <w:tblPr>
          <w:tblW w:w="10843" w:type="dxa"/>
          <w:tblInd w:w="-801" w:type="dxa"/>
          <w:tblLayout w:type="fixed"/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>
        <w:tblGrid>
          <w:gridCol w:w="2968"/>
          <w:gridCol w:w="5648"/>
          <w:gridCol w:w="915"/>
          <w:gridCol w:w="579"/>
          <w:gridCol w:w="177"/>
          <w:gridCol w:w="556"/>
        </w:tblGrid>
        <w:tr w:rsidR="003A329D" w14:paraId="4A296148" w14:textId="77777777" w:rsidTr="003A329D">
          <w:trPr>
            <w:trHeight w:val="334"/>
            <w:tblHeader/>
          </w:trPr>
          <w:tc>
            <w:tcPr>
              <w:tcW w:w="2968" w:type="dxa"/>
              <w:shd w:val="clear" w:color="auto" w:fill="66CCFF"/>
            </w:tcPr>
            <w:p w14:paraId="4DCE34A9" w14:textId="4139DAE5" w:rsidR="003A329D" w:rsidRDefault="003A329D" w:rsidP="003A329D">
              <w:pPr>
                <w:ind w:right="-638"/>
                <w:rPr>
                  <w:rFonts w:ascii="Arial" w:hAnsi="Arial" w:cs="Arial"/>
                  <w:b/>
                  <w:i/>
                </w:rPr>
              </w:pPr>
              <w:r>
                <w:rPr>
                  <w:rFonts w:ascii="Arial" w:hAnsi="Arial" w:cs="Arial"/>
                  <w:b/>
                </w:rPr>
                <w:t>Annexe 1 de l’acte d’engagement</w:t>
              </w:r>
            </w:p>
          </w:tc>
          <w:tc>
            <w:tcPr>
              <w:tcW w:w="5648" w:type="dxa"/>
              <w:shd w:val="clear" w:color="auto" w:fill="66CCFF"/>
            </w:tcPr>
            <w:p w14:paraId="7AC7260F" w14:textId="77777777" w:rsidR="003A329D" w:rsidRDefault="003A329D" w:rsidP="003A329D">
              <w:pPr>
                <w:jc w:val="center"/>
                <w:rPr>
                  <w:rFonts w:ascii="Arial" w:hAnsi="Arial" w:cs="Arial"/>
                  <w:b/>
                </w:rPr>
              </w:pPr>
              <w:r>
                <w:rPr>
                  <w:rFonts w:ascii="Arial" w:hAnsi="Arial" w:cs="Arial"/>
                  <w:b/>
                  <w:i/>
                </w:rPr>
                <w:t>Menuiseries DSDEN45</w:t>
              </w:r>
            </w:p>
          </w:tc>
          <w:tc>
            <w:tcPr>
              <w:tcW w:w="915" w:type="dxa"/>
              <w:shd w:val="clear" w:color="auto" w:fill="66CCFF"/>
            </w:tcPr>
            <w:p w14:paraId="450C1884" w14:textId="5578FD4B" w:rsidR="003A329D" w:rsidRDefault="003A329D" w:rsidP="003A329D">
              <w:pPr>
                <w:tabs>
                  <w:tab w:val="center" w:pos="1366"/>
                  <w:tab w:val="right" w:pos="2733"/>
                </w:tabs>
              </w:pPr>
              <w:r>
                <w:rPr>
                  <w:rFonts w:ascii="Arial" w:hAnsi="Arial" w:cs="Arial"/>
                  <w:b/>
                </w:rPr>
                <w:t>Page</w:t>
              </w:r>
            </w:p>
          </w:tc>
          <w:tc>
            <w:tcPr>
              <w:tcW w:w="579" w:type="dxa"/>
              <w:shd w:val="clear" w:color="auto" w:fill="66CCFF"/>
            </w:tcPr>
            <w:p w14:paraId="7C155E96" w14:textId="6E1C1B3E" w:rsidR="003A329D" w:rsidRDefault="003A329D" w:rsidP="003A329D">
              <w:pPr>
                <w:jc w:val="center"/>
                <w:rPr>
                  <w:rFonts w:ascii="Arial" w:hAnsi="Arial" w:cs="Arial"/>
                  <w:b/>
                </w:rPr>
              </w:pPr>
              <w:r>
                <w:rPr>
                  <w:rStyle w:val="Numrodepage"/>
                  <w:rFonts w:cs="Arial"/>
                  <w:b/>
                </w:rPr>
                <w:t>1</w:t>
              </w:r>
            </w:p>
          </w:tc>
          <w:tc>
            <w:tcPr>
              <w:tcW w:w="177" w:type="dxa"/>
              <w:shd w:val="clear" w:color="auto" w:fill="66CCFF"/>
            </w:tcPr>
            <w:p w14:paraId="5ADA8A24" w14:textId="77777777" w:rsidR="003A329D" w:rsidRDefault="003A329D" w:rsidP="003A329D">
              <w:pPr>
                <w:jc w:val="center"/>
              </w:pPr>
              <w:r>
                <w:rPr>
                  <w:rFonts w:ascii="Arial" w:hAnsi="Arial" w:cs="Arial"/>
                  <w:b/>
                </w:rPr>
                <w:t>/</w:t>
              </w:r>
            </w:p>
          </w:tc>
          <w:tc>
            <w:tcPr>
              <w:tcW w:w="556" w:type="dxa"/>
              <w:shd w:val="clear" w:color="auto" w:fill="66CCFF"/>
            </w:tcPr>
            <w:p w14:paraId="0CF2656B" w14:textId="334B8AC5" w:rsidR="003A329D" w:rsidRDefault="003A329D" w:rsidP="003A329D">
              <w:pPr>
                <w:jc w:val="center"/>
              </w:pPr>
              <w:r>
                <w:rPr>
                  <w:rStyle w:val="Numrodepage"/>
                  <w:rFonts w:cs="Arial"/>
                  <w:b/>
                </w:rPr>
                <w:t>1</w:t>
              </w:r>
            </w:p>
          </w:tc>
        </w:tr>
      </w:tbl>
      <w:p w14:paraId="275E9F50" w14:textId="162D9A32" w:rsidR="00521D64" w:rsidRPr="00521D64" w:rsidRDefault="00000000" w:rsidP="003A329D">
        <w:pPr>
          <w:pStyle w:val="Pieddepage"/>
          <w:rPr>
            <w:rFonts w:ascii="Arial" w:hAnsi="Arial" w:cs="Arial"/>
            <w:sz w:val="20"/>
            <w:szCs w:val="20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022916" w14:textId="77777777" w:rsidR="008A071C" w:rsidRDefault="008A071C" w:rsidP="00273C62">
      <w:r>
        <w:separator/>
      </w:r>
    </w:p>
  </w:footnote>
  <w:footnote w:type="continuationSeparator" w:id="0">
    <w:p w14:paraId="7950B327" w14:textId="77777777" w:rsidR="008A071C" w:rsidRDefault="008A071C" w:rsidP="00273C62">
      <w:r>
        <w:continuationSeparator/>
      </w:r>
    </w:p>
  </w:footnote>
  <w:footnote w:type="continuationNotice" w:id="1">
    <w:p w14:paraId="1C7EC8BE" w14:textId="77777777" w:rsidR="008A071C" w:rsidRDefault="008A071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D18E5"/>
    <w:multiLevelType w:val="hybridMultilevel"/>
    <w:tmpl w:val="1F567FE6"/>
    <w:lvl w:ilvl="0" w:tplc="B450F21E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" w:eastAsia="Times" w:hAnsi="Times" w:cs="Times" w:hint="default"/>
      </w:rPr>
    </w:lvl>
    <w:lvl w:ilvl="1" w:tplc="040C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BD50AAA"/>
    <w:multiLevelType w:val="hybridMultilevel"/>
    <w:tmpl w:val="8D86E23C"/>
    <w:lvl w:ilvl="0" w:tplc="3F3C2DDC"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65C61"/>
    <w:multiLevelType w:val="hybridMultilevel"/>
    <w:tmpl w:val="547CAF8A"/>
    <w:lvl w:ilvl="0" w:tplc="1996EEA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895A06"/>
    <w:multiLevelType w:val="hybridMultilevel"/>
    <w:tmpl w:val="C45A2C74"/>
    <w:lvl w:ilvl="0" w:tplc="3F3C2DDC"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8FF1BEC"/>
    <w:multiLevelType w:val="hybridMultilevel"/>
    <w:tmpl w:val="EC8416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894363"/>
    <w:multiLevelType w:val="hybridMultilevel"/>
    <w:tmpl w:val="F95A8E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7D3D90"/>
    <w:multiLevelType w:val="hybridMultilevel"/>
    <w:tmpl w:val="4F3E7744"/>
    <w:lvl w:ilvl="0" w:tplc="040C0015">
      <w:start w:val="1"/>
      <w:numFmt w:val="upperLetter"/>
      <w:lvlText w:val="%1.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364335"/>
    <w:multiLevelType w:val="hybridMultilevel"/>
    <w:tmpl w:val="ECDEC6A4"/>
    <w:lvl w:ilvl="0" w:tplc="040C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8" w15:restartNumberingAfterBreak="0">
    <w:nsid w:val="3B2A7C4C"/>
    <w:multiLevelType w:val="hybridMultilevel"/>
    <w:tmpl w:val="8612DC50"/>
    <w:lvl w:ilvl="0" w:tplc="F3581CB4">
      <w:start w:val="2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733595"/>
    <w:multiLevelType w:val="hybridMultilevel"/>
    <w:tmpl w:val="ABAA1A0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437C04"/>
    <w:multiLevelType w:val="hybridMultilevel"/>
    <w:tmpl w:val="91420462"/>
    <w:lvl w:ilvl="0" w:tplc="5E86C052">
      <w:start w:val="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B20CB6"/>
    <w:multiLevelType w:val="hybridMultilevel"/>
    <w:tmpl w:val="C2E44A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C7198C"/>
    <w:multiLevelType w:val="hybridMultilevel"/>
    <w:tmpl w:val="846472F4"/>
    <w:lvl w:ilvl="0" w:tplc="725A43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0879AA"/>
    <w:multiLevelType w:val="hybridMultilevel"/>
    <w:tmpl w:val="9176EC44"/>
    <w:lvl w:ilvl="0" w:tplc="C72A24A0">
      <w:numFmt w:val="bullet"/>
      <w:lvlText w:val="-"/>
      <w:lvlJc w:val="left"/>
      <w:pPr>
        <w:ind w:left="28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4" w15:restartNumberingAfterBreak="0">
    <w:nsid w:val="647C435A"/>
    <w:multiLevelType w:val="hybridMultilevel"/>
    <w:tmpl w:val="1BC497B0"/>
    <w:lvl w:ilvl="0" w:tplc="B450F21E">
      <w:numFmt w:val="bullet"/>
      <w:lvlText w:val="-"/>
      <w:lvlJc w:val="left"/>
      <w:pPr>
        <w:ind w:left="720" w:hanging="360"/>
      </w:pPr>
      <w:rPr>
        <w:rFonts w:ascii="Times" w:eastAsia="Times" w:hAnsi="Times" w:cs="Time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364885"/>
    <w:multiLevelType w:val="hybridMultilevel"/>
    <w:tmpl w:val="59243634"/>
    <w:lvl w:ilvl="0" w:tplc="2ADA51D8">
      <w:start w:val="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343BA7"/>
    <w:multiLevelType w:val="hybridMultilevel"/>
    <w:tmpl w:val="95FC5C20"/>
    <w:lvl w:ilvl="0" w:tplc="C72A24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4802866">
    <w:abstractNumId w:val="0"/>
  </w:num>
  <w:num w:numId="2" w16cid:durableId="767119200">
    <w:abstractNumId w:val="6"/>
  </w:num>
  <w:num w:numId="3" w16cid:durableId="413943311">
    <w:abstractNumId w:val="12"/>
  </w:num>
  <w:num w:numId="4" w16cid:durableId="571820400">
    <w:abstractNumId w:val="14"/>
  </w:num>
  <w:num w:numId="5" w16cid:durableId="221333937">
    <w:abstractNumId w:val="9"/>
  </w:num>
  <w:num w:numId="6" w16cid:durableId="99960873">
    <w:abstractNumId w:val="2"/>
  </w:num>
  <w:num w:numId="7" w16cid:durableId="2001157828">
    <w:abstractNumId w:val="8"/>
  </w:num>
  <w:num w:numId="8" w16cid:durableId="12002011">
    <w:abstractNumId w:val="5"/>
  </w:num>
  <w:num w:numId="9" w16cid:durableId="2114477511">
    <w:abstractNumId w:val="4"/>
  </w:num>
  <w:num w:numId="10" w16cid:durableId="1024282610">
    <w:abstractNumId w:val="11"/>
  </w:num>
  <w:num w:numId="11" w16cid:durableId="894975524">
    <w:abstractNumId w:val="3"/>
  </w:num>
  <w:num w:numId="12" w16cid:durableId="238296314">
    <w:abstractNumId w:val="1"/>
  </w:num>
  <w:num w:numId="13" w16cid:durableId="1459950494">
    <w:abstractNumId w:val="16"/>
  </w:num>
  <w:num w:numId="14" w16cid:durableId="1137262411">
    <w:abstractNumId w:val="13"/>
  </w:num>
  <w:num w:numId="15" w16cid:durableId="1295720932">
    <w:abstractNumId w:val="7"/>
  </w:num>
  <w:num w:numId="16" w16cid:durableId="1835102358">
    <w:abstractNumId w:val="10"/>
  </w:num>
  <w:num w:numId="17" w16cid:durableId="28975318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B8B"/>
    <w:rsid w:val="000139C3"/>
    <w:rsid w:val="00013F40"/>
    <w:rsid w:val="00020859"/>
    <w:rsid w:val="000211C0"/>
    <w:rsid w:val="000215E1"/>
    <w:rsid w:val="000243C3"/>
    <w:rsid w:val="0002449C"/>
    <w:rsid w:val="00031EB1"/>
    <w:rsid w:val="000325E1"/>
    <w:rsid w:val="000333BA"/>
    <w:rsid w:val="00034577"/>
    <w:rsid w:val="00043EBC"/>
    <w:rsid w:val="000602D0"/>
    <w:rsid w:val="0006126D"/>
    <w:rsid w:val="000622A6"/>
    <w:rsid w:val="00064ACC"/>
    <w:rsid w:val="00067447"/>
    <w:rsid w:val="00071E3B"/>
    <w:rsid w:val="00076ED2"/>
    <w:rsid w:val="00077757"/>
    <w:rsid w:val="00077DD9"/>
    <w:rsid w:val="000850B5"/>
    <w:rsid w:val="00087D4B"/>
    <w:rsid w:val="0009008C"/>
    <w:rsid w:val="00090A2E"/>
    <w:rsid w:val="000A32D8"/>
    <w:rsid w:val="000A6FF4"/>
    <w:rsid w:val="000B147B"/>
    <w:rsid w:val="000B3C6E"/>
    <w:rsid w:val="000B4E1E"/>
    <w:rsid w:val="000B682D"/>
    <w:rsid w:val="000C427A"/>
    <w:rsid w:val="000C5A65"/>
    <w:rsid w:val="000C6AB6"/>
    <w:rsid w:val="000C7297"/>
    <w:rsid w:val="000E16FD"/>
    <w:rsid w:val="000E28F2"/>
    <w:rsid w:val="000E6225"/>
    <w:rsid w:val="000F56CF"/>
    <w:rsid w:val="001001DC"/>
    <w:rsid w:val="00101EB3"/>
    <w:rsid w:val="0010216E"/>
    <w:rsid w:val="00105FF6"/>
    <w:rsid w:val="00106C47"/>
    <w:rsid w:val="00114ED5"/>
    <w:rsid w:val="00116732"/>
    <w:rsid w:val="001253A9"/>
    <w:rsid w:val="00132A4A"/>
    <w:rsid w:val="001448DB"/>
    <w:rsid w:val="00150A77"/>
    <w:rsid w:val="00162D36"/>
    <w:rsid w:val="00172785"/>
    <w:rsid w:val="00173D81"/>
    <w:rsid w:val="00175F64"/>
    <w:rsid w:val="001764B3"/>
    <w:rsid w:val="0018056E"/>
    <w:rsid w:val="00180B07"/>
    <w:rsid w:val="00185858"/>
    <w:rsid w:val="00187686"/>
    <w:rsid w:val="00192821"/>
    <w:rsid w:val="0019456C"/>
    <w:rsid w:val="00196FE5"/>
    <w:rsid w:val="001A6FF3"/>
    <w:rsid w:val="001B1A2C"/>
    <w:rsid w:val="001B2CED"/>
    <w:rsid w:val="001B4186"/>
    <w:rsid w:val="001B7CAC"/>
    <w:rsid w:val="001C2E18"/>
    <w:rsid w:val="001C3C7B"/>
    <w:rsid w:val="001D0D02"/>
    <w:rsid w:val="001D11AA"/>
    <w:rsid w:val="001E07BB"/>
    <w:rsid w:val="001E4CD3"/>
    <w:rsid w:val="001E51AD"/>
    <w:rsid w:val="001E73C3"/>
    <w:rsid w:val="001F2B97"/>
    <w:rsid w:val="001F5185"/>
    <w:rsid w:val="001F630B"/>
    <w:rsid w:val="002160A0"/>
    <w:rsid w:val="00217AED"/>
    <w:rsid w:val="002260DC"/>
    <w:rsid w:val="00244A7A"/>
    <w:rsid w:val="002457B1"/>
    <w:rsid w:val="002527AD"/>
    <w:rsid w:val="002540FD"/>
    <w:rsid w:val="002622D4"/>
    <w:rsid w:val="00263D4D"/>
    <w:rsid w:val="002646B0"/>
    <w:rsid w:val="00273C62"/>
    <w:rsid w:val="002854EB"/>
    <w:rsid w:val="0028589B"/>
    <w:rsid w:val="002A1062"/>
    <w:rsid w:val="002A3ED4"/>
    <w:rsid w:val="002A70D4"/>
    <w:rsid w:val="002B16E0"/>
    <w:rsid w:val="002B78D2"/>
    <w:rsid w:val="002C39A8"/>
    <w:rsid w:val="002C4EC0"/>
    <w:rsid w:val="002C6BCB"/>
    <w:rsid w:val="002D57CA"/>
    <w:rsid w:val="002E2A99"/>
    <w:rsid w:val="002E5866"/>
    <w:rsid w:val="002F3857"/>
    <w:rsid w:val="002F481E"/>
    <w:rsid w:val="002F6350"/>
    <w:rsid w:val="00304E82"/>
    <w:rsid w:val="003121B8"/>
    <w:rsid w:val="00314998"/>
    <w:rsid w:val="00315002"/>
    <w:rsid w:val="0031683A"/>
    <w:rsid w:val="003258C2"/>
    <w:rsid w:val="00326F6D"/>
    <w:rsid w:val="0033084F"/>
    <w:rsid w:val="00331510"/>
    <w:rsid w:val="003344C0"/>
    <w:rsid w:val="0033782D"/>
    <w:rsid w:val="00337EF9"/>
    <w:rsid w:val="003415FB"/>
    <w:rsid w:val="003552BE"/>
    <w:rsid w:val="00357B96"/>
    <w:rsid w:val="003766D6"/>
    <w:rsid w:val="00380DA9"/>
    <w:rsid w:val="003956E2"/>
    <w:rsid w:val="003A329D"/>
    <w:rsid w:val="003A4FE9"/>
    <w:rsid w:val="003B1DFA"/>
    <w:rsid w:val="003B5213"/>
    <w:rsid w:val="003B5938"/>
    <w:rsid w:val="003C6413"/>
    <w:rsid w:val="003C6783"/>
    <w:rsid w:val="003E0BFA"/>
    <w:rsid w:val="003E35EB"/>
    <w:rsid w:val="003E45DE"/>
    <w:rsid w:val="003E7D9D"/>
    <w:rsid w:val="0040043E"/>
    <w:rsid w:val="00401E7A"/>
    <w:rsid w:val="0040460E"/>
    <w:rsid w:val="00404E51"/>
    <w:rsid w:val="004056DB"/>
    <w:rsid w:val="00411B8B"/>
    <w:rsid w:val="0041402E"/>
    <w:rsid w:val="0041437B"/>
    <w:rsid w:val="00414733"/>
    <w:rsid w:val="00420F2C"/>
    <w:rsid w:val="00432107"/>
    <w:rsid w:val="00440D6F"/>
    <w:rsid w:val="00441B02"/>
    <w:rsid w:val="00441C19"/>
    <w:rsid w:val="004422E3"/>
    <w:rsid w:val="00444901"/>
    <w:rsid w:val="00456610"/>
    <w:rsid w:val="00464A55"/>
    <w:rsid w:val="0046736E"/>
    <w:rsid w:val="00472553"/>
    <w:rsid w:val="00474703"/>
    <w:rsid w:val="00475C73"/>
    <w:rsid w:val="004766D5"/>
    <w:rsid w:val="004856BF"/>
    <w:rsid w:val="00493DBC"/>
    <w:rsid w:val="004977C7"/>
    <w:rsid w:val="004A347F"/>
    <w:rsid w:val="004B7136"/>
    <w:rsid w:val="004C4215"/>
    <w:rsid w:val="004C5E92"/>
    <w:rsid w:val="004C678A"/>
    <w:rsid w:val="004E6426"/>
    <w:rsid w:val="00506C5C"/>
    <w:rsid w:val="00510CD6"/>
    <w:rsid w:val="0052031C"/>
    <w:rsid w:val="00521335"/>
    <w:rsid w:val="00521D64"/>
    <w:rsid w:val="005243AD"/>
    <w:rsid w:val="00536A30"/>
    <w:rsid w:val="00546ACB"/>
    <w:rsid w:val="00547D42"/>
    <w:rsid w:val="00550191"/>
    <w:rsid w:val="0055756C"/>
    <w:rsid w:val="00557DC1"/>
    <w:rsid w:val="00562590"/>
    <w:rsid w:val="00572C7E"/>
    <w:rsid w:val="00575F93"/>
    <w:rsid w:val="00576AB4"/>
    <w:rsid w:val="005821FB"/>
    <w:rsid w:val="0058418C"/>
    <w:rsid w:val="00585F39"/>
    <w:rsid w:val="005A002B"/>
    <w:rsid w:val="005A46BA"/>
    <w:rsid w:val="005A4EC7"/>
    <w:rsid w:val="005B0ACB"/>
    <w:rsid w:val="005C0048"/>
    <w:rsid w:val="005D2DF3"/>
    <w:rsid w:val="005D2F89"/>
    <w:rsid w:val="005E3035"/>
    <w:rsid w:val="005E55F1"/>
    <w:rsid w:val="00600163"/>
    <w:rsid w:val="00600960"/>
    <w:rsid w:val="00602DD4"/>
    <w:rsid w:val="00605B70"/>
    <w:rsid w:val="00617045"/>
    <w:rsid w:val="00617A7B"/>
    <w:rsid w:val="0064097B"/>
    <w:rsid w:val="006551DB"/>
    <w:rsid w:val="006A5936"/>
    <w:rsid w:val="006B2161"/>
    <w:rsid w:val="006B28A7"/>
    <w:rsid w:val="006B62A7"/>
    <w:rsid w:val="006C692F"/>
    <w:rsid w:val="006D076C"/>
    <w:rsid w:val="006D1D25"/>
    <w:rsid w:val="006D74C6"/>
    <w:rsid w:val="006F0DE6"/>
    <w:rsid w:val="006F1880"/>
    <w:rsid w:val="006F629F"/>
    <w:rsid w:val="00705039"/>
    <w:rsid w:val="00743AFF"/>
    <w:rsid w:val="00747AD6"/>
    <w:rsid w:val="00753D6C"/>
    <w:rsid w:val="00775B0E"/>
    <w:rsid w:val="00775C5A"/>
    <w:rsid w:val="007848F1"/>
    <w:rsid w:val="00784902"/>
    <w:rsid w:val="007849AC"/>
    <w:rsid w:val="00784F0D"/>
    <w:rsid w:val="00785316"/>
    <w:rsid w:val="007945CB"/>
    <w:rsid w:val="007947F3"/>
    <w:rsid w:val="007A1B1F"/>
    <w:rsid w:val="007A6F93"/>
    <w:rsid w:val="007A716B"/>
    <w:rsid w:val="007B23D2"/>
    <w:rsid w:val="007B51DB"/>
    <w:rsid w:val="007C7059"/>
    <w:rsid w:val="007C7274"/>
    <w:rsid w:val="007E2853"/>
    <w:rsid w:val="007E571F"/>
    <w:rsid w:val="007F0D1E"/>
    <w:rsid w:val="007F34D4"/>
    <w:rsid w:val="00811E53"/>
    <w:rsid w:val="0081458F"/>
    <w:rsid w:val="00815C56"/>
    <w:rsid w:val="00824F60"/>
    <w:rsid w:val="00825025"/>
    <w:rsid w:val="0082755A"/>
    <w:rsid w:val="00831D0C"/>
    <w:rsid w:val="00833E68"/>
    <w:rsid w:val="00841039"/>
    <w:rsid w:val="00847177"/>
    <w:rsid w:val="0085028D"/>
    <w:rsid w:val="0086674D"/>
    <w:rsid w:val="00867B13"/>
    <w:rsid w:val="0087482A"/>
    <w:rsid w:val="008908B5"/>
    <w:rsid w:val="00890E8F"/>
    <w:rsid w:val="00893BE6"/>
    <w:rsid w:val="008A071C"/>
    <w:rsid w:val="008A0885"/>
    <w:rsid w:val="008A10FF"/>
    <w:rsid w:val="008A1A5D"/>
    <w:rsid w:val="008A6D46"/>
    <w:rsid w:val="008B22D3"/>
    <w:rsid w:val="008B2CCC"/>
    <w:rsid w:val="008C47E4"/>
    <w:rsid w:val="008C5206"/>
    <w:rsid w:val="008D223C"/>
    <w:rsid w:val="008D396A"/>
    <w:rsid w:val="008D637D"/>
    <w:rsid w:val="008E61B5"/>
    <w:rsid w:val="008F1ADC"/>
    <w:rsid w:val="008F33EC"/>
    <w:rsid w:val="00900270"/>
    <w:rsid w:val="00901714"/>
    <w:rsid w:val="009043F8"/>
    <w:rsid w:val="0090482C"/>
    <w:rsid w:val="00912672"/>
    <w:rsid w:val="00921869"/>
    <w:rsid w:val="00935771"/>
    <w:rsid w:val="009412D4"/>
    <w:rsid w:val="009456BC"/>
    <w:rsid w:val="00945DAC"/>
    <w:rsid w:val="0095125F"/>
    <w:rsid w:val="009517E2"/>
    <w:rsid w:val="00961834"/>
    <w:rsid w:val="00966BC5"/>
    <w:rsid w:val="00967900"/>
    <w:rsid w:val="00971B3F"/>
    <w:rsid w:val="009735E9"/>
    <w:rsid w:val="009809EF"/>
    <w:rsid w:val="0098212A"/>
    <w:rsid w:val="00983C47"/>
    <w:rsid w:val="00987907"/>
    <w:rsid w:val="00995399"/>
    <w:rsid w:val="009A351D"/>
    <w:rsid w:val="009A57FD"/>
    <w:rsid w:val="009A5FB0"/>
    <w:rsid w:val="009A65AA"/>
    <w:rsid w:val="009C3DDF"/>
    <w:rsid w:val="009C594F"/>
    <w:rsid w:val="009D05D9"/>
    <w:rsid w:val="009D75F2"/>
    <w:rsid w:val="009E6018"/>
    <w:rsid w:val="009F1C08"/>
    <w:rsid w:val="009F76B2"/>
    <w:rsid w:val="00A0584A"/>
    <w:rsid w:val="00A06D88"/>
    <w:rsid w:val="00A14038"/>
    <w:rsid w:val="00A14DDC"/>
    <w:rsid w:val="00A1593E"/>
    <w:rsid w:val="00A160DE"/>
    <w:rsid w:val="00A275D0"/>
    <w:rsid w:val="00A3190F"/>
    <w:rsid w:val="00A336DC"/>
    <w:rsid w:val="00A37C5C"/>
    <w:rsid w:val="00A43A37"/>
    <w:rsid w:val="00A47CD0"/>
    <w:rsid w:val="00A56D3D"/>
    <w:rsid w:val="00A613DE"/>
    <w:rsid w:val="00A65E9F"/>
    <w:rsid w:val="00A77B4F"/>
    <w:rsid w:val="00A8053B"/>
    <w:rsid w:val="00A81639"/>
    <w:rsid w:val="00A866D7"/>
    <w:rsid w:val="00A87832"/>
    <w:rsid w:val="00A91531"/>
    <w:rsid w:val="00A96C84"/>
    <w:rsid w:val="00AA141D"/>
    <w:rsid w:val="00AA1789"/>
    <w:rsid w:val="00AA47A6"/>
    <w:rsid w:val="00AB5513"/>
    <w:rsid w:val="00AB7FF5"/>
    <w:rsid w:val="00AC10A1"/>
    <w:rsid w:val="00AC466A"/>
    <w:rsid w:val="00AC69F1"/>
    <w:rsid w:val="00AD20B0"/>
    <w:rsid w:val="00AD4F21"/>
    <w:rsid w:val="00AE36BF"/>
    <w:rsid w:val="00AF13F1"/>
    <w:rsid w:val="00AF4B6F"/>
    <w:rsid w:val="00B00079"/>
    <w:rsid w:val="00B02981"/>
    <w:rsid w:val="00B03B14"/>
    <w:rsid w:val="00B058D7"/>
    <w:rsid w:val="00B065F8"/>
    <w:rsid w:val="00B14B50"/>
    <w:rsid w:val="00B1761C"/>
    <w:rsid w:val="00B21FE5"/>
    <w:rsid w:val="00B31A0C"/>
    <w:rsid w:val="00B4552A"/>
    <w:rsid w:val="00B5035B"/>
    <w:rsid w:val="00B547D1"/>
    <w:rsid w:val="00B8151F"/>
    <w:rsid w:val="00B843AA"/>
    <w:rsid w:val="00B851C8"/>
    <w:rsid w:val="00B85738"/>
    <w:rsid w:val="00B870F9"/>
    <w:rsid w:val="00B95BFF"/>
    <w:rsid w:val="00B97B04"/>
    <w:rsid w:val="00BA0616"/>
    <w:rsid w:val="00BA6DF6"/>
    <w:rsid w:val="00BB1DD0"/>
    <w:rsid w:val="00BB2121"/>
    <w:rsid w:val="00BC0C3E"/>
    <w:rsid w:val="00BD0E05"/>
    <w:rsid w:val="00BD552E"/>
    <w:rsid w:val="00BE0D52"/>
    <w:rsid w:val="00BF0F39"/>
    <w:rsid w:val="00C04DA9"/>
    <w:rsid w:val="00C062E2"/>
    <w:rsid w:val="00C0786F"/>
    <w:rsid w:val="00C237DB"/>
    <w:rsid w:val="00C24340"/>
    <w:rsid w:val="00C317D8"/>
    <w:rsid w:val="00C34D64"/>
    <w:rsid w:val="00C40950"/>
    <w:rsid w:val="00C47763"/>
    <w:rsid w:val="00C539CB"/>
    <w:rsid w:val="00C56471"/>
    <w:rsid w:val="00C6075F"/>
    <w:rsid w:val="00C7666C"/>
    <w:rsid w:val="00C84A48"/>
    <w:rsid w:val="00C91FDF"/>
    <w:rsid w:val="00C923E0"/>
    <w:rsid w:val="00C95A03"/>
    <w:rsid w:val="00CA43BD"/>
    <w:rsid w:val="00CA5E10"/>
    <w:rsid w:val="00CA66F6"/>
    <w:rsid w:val="00CA6E68"/>
    <w:rsid w:val="00CA7B73"/>
    <w:rsid w:val="00CC1D96"/>
    <w:rsid w:val="00CC2E54"/>
    <w:rsid w:val="00CC4DAF"/>
    <w:rsid w:val="00CD0EC7"/>
    <w:rsid w:val="00CD18D0"/>
    <w:rsid w:val="00CD6DEF"/>
    <w:rsid w:val="00CE1228"/>
    <w:rsid w:val="00CE1BC0"/>
    <w:rsid w:val="00CE228A"/>
    <w:rsid w:val="00CE54D7"/>
    <w:rsid w:val="00CF52A1"/>
    <w:rsid w:val="00D01E5B"/>
    <w:rsid w:val="00D06251"/>
    <w:rsid w:val="00D10B30"/>
    <w:rsid w:val="00D13351"/>
    <w:rsid w:val="00D2067F"/>
    <w:rsid w:val="00D213A5"/>
    <w:rsid w:val="00D258A7"/>
    <w:rsid w:val="00D52072"/>
    <w:rsid w:val="00D55F43"/>
    <w:rsid w:val="00D574F7"/>
    <w:rsid w:val="00D5767E"/>
    <w:rsid w:val="00D60893"/>
    <w:rsid w:val="00D66F8A"/>
    <w:rsid w:val="00D83B63"/>
    <w:rsid w:val="00D8481C"/>
    <w:rsid w:val="00D877FB"/>
    <w:rsid w:val="00D937C6"/>
    <w:rsid w:val="00DA08D2"/>
    <w:rsid w:val="00DA49C3"/>
    <w:rsid w:val="00DB0330"/>
    <w:rsid w:val="00DB1E4F"/>
    <w:rsid w:val="00DC312A"/>
    <w:rsid w:val="00DD04A5"/>
    <w:rsid w:val="00DD2876"/>
    <w:rsid w:val="00DF1771"/>
    <w:rsid w:val="00DF17E0"/>
    <w:rsid w:val="00DF4ABC"/>
    <w:rsid w:val="00E1395B"/>
    <w:rsid w:val="00E17E13"/>
    <w:rsid w:val="00E21F6F"/>
    <w:rsid w:val="00E31E80"/>
    <w:rsid w:val="00E36D63"/>
    <w:rsid w:val="00E47E3C"/>
    <w:rsid w:val="00E5418F"/>
    <w:rsid w:val="00E63115"/>
    <w:rsid w:val="00E7337B"/>
    <w:rsid w:val="00E761B6"/>
    <w:rsid w:val="00E777A9"/>
    <w:rsid w:val="00E84815"/>
    <w:rsid w:val="00E84B81"/>
    <w:rsid w:val="00E8508B"/>
    <w:rsid w:val="00EA1CBC"/>
    <w:rsid w:val="00EA2174"/>
    <w:rsid w:val="00EA2F6A"/>
    <w:rsid w:val="00EA4E5C"/>
    <w:rsid w:val="00EB58A5"/>
    <w:rsid w:val="00ED070E"/>
    <w:rsid w:val="00ED2A81"/>
    <w:rsid w:val="00ED6B6F"/>
    <w:rsid w:val="00EE0C4F"/>
    <w:rsid w:val="00EE316C"/>
    <w:rsid w:val="00EE3190"/>
    <w:rsid w:val="00EE46A7"/>
    <w:rsid w:val="00EE5C72"/>
    <w:rsid w:val="00EF36E1"/>
    <w:rsid w:val="00F00BFD"/>
    <w:rsid w:val="00F04435"/>
    <w:rsid w:val="00F0728A"/>
    <w:rsid w:val="00F11330"/>
    <w:rsid w:val="00F11489"/>
    <w:rsid w:val="00F12CF3"/>
    <w:rsid w:val="00F13B48"/>
    <w:rsid w:val="00F25107"/>
    <w:rsid w:val="00F27FED"/>
    <w:rsid w:val="00F426DD"/>
    <w:rsid w:val="00F43254"/>
    <w:rsid w:val="00F448DC"/>
    <w:rsid w:val="00F45AE8"/>
    <w:rsid w:val="00F463FF"/>
    <w:rsid w:val="00F46FF2"/>
    <w:rsid w:val="00F54017"/>
    <w:rsid w:val="00F57DD0"/>
    <w:rsid w:val="00F57EBF"/>
    <w:rsid w:val="00F67643"/>
    <w:rsid w:val="00F72B75"/>
    <w:rsid w:val="00F77885"/>
    <w:rsid w:val="00F778CA"/>
    <w:rsid w:val="00F806D1"/>
    <w:rsid w:val="00FA7802"/>
    <w:rsid w:val="00FB08A5"/>
    <w:rsid w:val="00FB4A0F"/>
    <w:rsid w:val="00FB6BD7"/>
    <w:rsid w:val="00FC07EF"/>
    <w:rsid w:val="00FC0BBC"/>
    <w:rsid w:val="00FC4678"/>
    <w:rsid w:val="00FD7425"/>
    <w:rsid w:val="00FE2808"/>
    <w:rsid w:val="00FF60EE"/>
    <w:rsid w:val="00FF7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6BF270"/>
  <w15:chartTrackingRefBased/>
  <w15:docId w15:val="{E9E04AE1-D28F-4E76-8D5C-5544A4A8D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C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DF17E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9735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448D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9735E9"/>
    <w:rPr>
      <w:rFonts w:ascii="Arial" w:eastAsia="Times New Roman" w:hAnsi="Arial" w:cs="Arial"/>
      <w:b/>
      <w:bCs/>
      <w:i/>
      <w:iCs/>
      <w:sz w:val="28"/>
      <w:szCs w:val="2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73C6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73C6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73C6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73C6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1F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91FDF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Style11pt">
    <w:name w:val="Style 11 pt"/>
    <w:rsid w:val="00C91FDF"/>
    <w:rPr>
      <w:rFonts w:ascii="Arial" w:hAnsi="Arial"/>
      <w:sz w:val="22"/>
    </w:rPr>
  </w:style>
  <w:style w:type="paragraph" w:styleId="Paragraphedeliste">
    <w:name w:val="List Paragraph"/>
    <w:basedOn w:val="Normal"/>
    <w:uiPriority w:val="34"/>
    <w:qFormat/>
    <w:rsid w:val="00180B07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C0786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C0786F"/>
    <w:pPr>
      <w:widowControl w:val="0"/>
      <w:autoSpaceDE w:val="0"/>
      <w:autoSpaceDN w:val="0"/>
    </w:pPr>
    <w:rPr>
      <w:rFonts w:ascii="Arial" w:eastAsia="Arial" w:hAnsi="Arial" w:cs="Arial"/>
      <w:b/>
      <w:bCs/>
      <w:sz w:val="20"/>
      <w:szCs w:val="20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C0786F"/>
    <w:rPr>
      <w:rFonts w:ascii="Arial" w:eastAsia="Arial" w:hAnsi="Arial" w:cs="Arial"/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C0786F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BC0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843A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843AA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C23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1448D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DF17E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825025"/>
    <w:pPr>
      <w:spacing w:after="100"/>
      <w:ind w:left="240"/>
    </w:pPr>
  </w:style>
  <w:style w:type="paragraph" w:styleId="TM1">
    <w:name w:val="toc 1"/>
    <w:basedOn w:val="Normal"/>
    <w:next w:val="Normal"/>
    <w:autoRedefine/>
    <w:uiPriority w:val="39"/>
    <w:unhideWhenUsed/>
    <w:rsid w:val="00825025"/>
    <w:pPr>
      <w:spacing w:after="100"/>
    </w:pPr>
  </w:style>
  <w:style w:type="character" w:styleId="Numrodepage">
    <w:name w:val="page number"/>
    <w:rsid w:val="003A329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01-CANDIDATS\01-ACTIONS\CLAUSES\CHANTIERS\DOCS%20MO\3%20-%20TB%20Estimation%20heures%20+%20devis%20-%20doc%20index\2%20-%20Devis\DEVIS%20-%20clause%20d'insertion%20-%20Modele%20-%20Copi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4650ba-b296-4f89-9c9b-6b6ca567c6b5" xsi:nil="true"/>
    <lcf76f155ced4ddcb4097134ff3c332f xmlns="03954611-c432-4089-99a5-fadc96b55b1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9D037AF8BB914CB61A8C10B85FCC4F" ma:contentTypeVersion="15" ma:contentTypeDescription="Crée un document." ma:contentTypeScope="" ma:versionID="6766acea4614cd57394711c3545c04f5">
  <xsd:schema xmlns:xsd="http://www.w3.org/2001/XMLSchema" xmlns:xs="http://www.w3.org/2001/XMLSchema" xmlns:p="http://schemas.microsoft.com/office/2006/metadata/properties" xmlns:ns2="03954611-c432-4089-99a5-fadc96b55b14" xmlns:ns3="e74650ba-b296-4f89-9c9b-6b6ca567c6b5" targetNamespace="http://schemas.microsoft.com/office/2006/metadata/properties" ma:root="true" ma:fieldsID="dbc3682f8ce58978b58ef4737f2044e8" ns2:_="" ns3:_="">
    <xsd:import namespace="03954611-c432-4089-99a5-fadc96b55b14"/>
    <xsd:import namespace="e74650ba-b296-4f89-9c9b-6b6ca567c6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954611-c432-4089-99a5-fadc96b55b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f30cdbe2-b0c3-4a01-80d7-1b33dbade3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650ba-b296-4f89-9c9b-6b6ca567c6b5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d6364b35-009c-4cef-b671-27b01933ac02}" ma:internalName="TaxCatchAll" ma:showField="CatchAllData" ma:web="e74650ba-b296-4f89-9c9b-6b6ca567c6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E7DBE5-1B3D-4A53-8B8F-9391288642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B2DE89-0433-4031-A39F-C5A96BCD85D9}">
  <ds:schemaRefs>
    <ds:schemaRef ds:uri="http://schemas.microsoft.com/office/2006/metadata/properties"/>
    <ds:schemaRef ds:uri="http://schemas.microsoft.com/office/infopath/2007/PartnerControls"/>
    <ds:schemaRef ds:uri="e74650ba-b296-4f89-9c9b-6b6ca567c6b5"/>
    <ds:schemaRef ds:uri="03954611-c432-4089-99a5-fadc96b55b14"/>
  </ds:schemaRefs>
</ds:datastoreItem>
</file>

<file path=customXml/itemProps3.xml><?xml version="1.0" encoding="utf-8"?>
<ds:datastoreItem xmlns:ds="http://schemas.openxmlformats.org/officeDocument/2006/customXml" ds:itemID="{EA7D58FD-9C43-4D94-AB2F-17A69EDAF3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954611-c432-4089-99a5-fadc96b55b14"/>
    <ds:schemaRef ds:uri="e74650ba-b296-4f89-9c9b-6b6ca567c6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DEVIS - clause d'insertion - Modele - Copie</Template>
  <TotalTime>3</TotalTime>
  <Pages>1</Pages>
  <Words>135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CREPI Loiret</dc:creator>
  <cp:keywords/>
  <dc:description/>
  <cp:lastModifiedBy>Catherine RAGOT</cp:lastModifiedBy>
  <cp:revision>4</cp:revision>
  <cp:lastPrinted>2024-08-14T08:51:00Z</cp:lastPrinted>
  <dcterms:created xsi:type="dcterms:W3CDTF">2025-10-16T13:23:00Z</dcterms:created>
  <dcterms:modified xsi:type="dcterms:W3CDTF">2025-10-16T15:34:00Z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0x010100FC9D037AF8BB914CB61A8C10B85FCC4F</vt:lpwstr>
  </property>
</Properties>
</file>